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17" w:rsidRPr="006B7FF3" w:rsidRDefault="00E12617" w:rsidP="006413A1">
      <w:pPr>
        <w:pStyle w:val="CM1"/>
        <w:jc w:val="center"/>
        <w:rPr>
          <w:rFonts w:ascii="黑体" w:eastAsia="黑体" w:cs="宋体"/>
          <w:b/>
          <w:sz w:val="36"/>
          <w:szCs w:val="36"/>
        </w:rPr>
      </w:pPr>
      <w:r w:rsidRPr="006B7FF3">
        <w:rPr>
          <w:rFonts w:ascii="黑体" w:eastAsia="黑体" w:cs="宋体" w:hint="eastAsia"/>
          <w:b/>
          <w:sz w:val="36"/>
          <w:szCs w:val="36"/>
        </w:rPr>
        <w:t>上海交通大学科学技术奖推荐书</w:t>
      </w:r>
      <w:r w:rsidRPr="006B7FF3">
        <w:rPr>
          <w:rFonts w:ascii="黑体" w:eastAsia="黑体" w:cs="宋体"/>
          <w:b/>
          <w:sz w:val="36"/>
          <w:szCs w:val="36"/>
        </w:rPr>
        <w:t xml:space="preserve"> </w:t>
      </w:r>
      <w:r w:rsidRPr="006B7FF3">
        <w:rPr>
          <w:rFonts w:ascii="黑体" w:eastAsia="黑体" w:cs="宋体" w:hint="eastAsia"/>
          <w:b/>
          <w:sz w:val="36"/>
          <w:szCs w:val="36"/>
        </w:rPr>
        <w:t>（发明</w:t>
      </w:r>
      <w:r>
        <w:rPr>
          <w:rFonts w:ascii="黑体" w:eastAsia="黑体" w:cs="宋体" w:hint="eastAsia"/>
          <w:b/>
          <w:sz w:val="36"/>
          <w:szCs w:val="36"/>
        </w:rPr>
        <w:t>奖</w:t>
      </w:r>
      <w:r w:rsidRPr="006B7FF3">
        <w:rPr>
          <w:rFonts w:ascii="黑体" w:eastAsia="黑体" w:cs="宋体" w:hint="eastAsia"/>
          <w:b/>
          <w:sz w:val="36"/>
          <w:szCs w:val="36"/>
        </w:rPr>
        <w:t>）</w:t>
      </w:r>
    </w:p>
    <w:p w:rsidR="00E12617" w:rsidRPr="00251A09" w:rsidRDefault="00E12617" w:rsidP="00251A09">
      <w:pPr>
        <w:pStyle w:val="CM1"/>
        <w:spacing w:after="195"/>
        <w:jc w:val="center"/>
        <w:rPr>
          <w:rFonts w:ascii="仿宋_GB2312" w:eastAsia="仿宋_GB2312" w:cs="宋体"/>
        </w:rPr>
      </w:pPr>
      <w:r w:rsidRPr="00251A09">
        <w:rPr>
          <w:rFonts w:ascii="仿宋_GB2312" w:eastAsia="仿宋_GB2312" w:cs="宋体"/>
        </w:rPr>
        <w:t>(</w:t>
      </w:r>
      <w:r w:rsidRPr="00251A09">
        <w:rPr>
          <w:rFonts w:ascii="仿宋_GB2312" w:eastAsia="仿宋_GB2312" w:cs="宋体" w:hint="eastAsia"/>
        </w:rPr>
        <w:t>年度</w:t>
      </w:r>
      <w:r w:rsidRPr="00251A09">
        <w:rPr>
          <w:rFonts w:ascii="仿宋_GB2312" w:eastAsia="仿宋_GB2312" w:cs="宋体"/>
        </w:rPr>
        <w:t>)</w:t>
      </w:r>
    </w:p>
    <w:p w:rsidR="00E12617" w:rsidRPr="00BD5F59" w:rsidRDefault="00E12617" w:rsidP="00251A09">
      <w:pPr>
        <w:pStyle w:val="CM1"/>
        <w:numPr>
          <w:ilvl w:val="0"/>
          <w:numId w:val="2"/>
        </w:numPr>
        <w:spacing w:after="195"/>
        <w:jc w:val="center"/>
        <w:rPr>
          <w:rFonts w:ascii="仿宋_GB2312" w:eastAsia="仿宋_GB2312" w:cs="宋体"/>
          <w:b/>
          <w:sz w:val="28"/>
          <w:szCs w:val="28"/>
        </w:rPr>
      </w:pPr>
      <w:r w:rsidRPr="00BD5F59">
        <w:rPr>
          <w:rFonts w:ascii="仿宋_GB2312" w:eastAsia="仿宋_GB2312" w:cs="宋体" w:hint="eastAsia"/>
          <w:b/>
          <w:sz w:val="28"/>
          <w:szCs w:val="28"/>
        </w:rPr>
        <w:t>项目基本情况</w:t>
      </w:r>
      <w:r w:rsidRPr="00BD5F59">
        <w:rPr>
          <w:rFonts w:ascii="仿宋_GB2312" w:eastAsia="仿宋_GB2312" w:cs="宋体"/>
          <w:b/>
          <w:sz w:val="28"/>
          <w:szCs w:val="28"/>
        </w:rPr>
        <w:t xml:space="preserve"> </w:t>
      </w:r>
    </w:p>
    <w:tbl>
      <w:tblPr>
        <w:tblW w:w="8568" w:type="dxa"/>
        <w:tblLook w:val="0000"/>
      </w:tblPr>
      <w:tblGrid>
        <w:gridCol w:w="1109"/>
        <w:gridCol w:w="1278"/>
        <w:gridCol w:w="2322"/>
        <w:gridCol w:w="432"/>
        <w:gridCol w:w="1548"/>
        <w:gridCol w:w="883"/>
        <w:gridCol w:w="239"/>
        <w:gridCol w:w="757"/>
      </w:tblGrid>
      <w:tr w:rsidR="00E12617" w:rsidRPr="004C4EC9" w:rsidTr="00BD5F59">
        <w:trPr>
          <w:trHeight w:val="468"/>
        </w:trPr>
        <w:tc>
          <w:tcPr>
            <w:tcW w:w="11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251A09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项目</w:t>
            </w:r>
          </w:p>
          <w:p w:rsidR="00E12617" w:rsidRPr="004C4EC9" w:rsidRDefault="00E12617" w:rsidP="00251A09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名称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项目名称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73"/>
        </w:trPr>
        <w:tc>
          <w:tcPr>
            <w:tcW w:w="11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公布名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1173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主要完成人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15"/>
        </w:trPr>
        <w:tc>
          <w:tcPr>
            <w:tcW w:w="2387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推荐单位</w:t>
            </w:r>
            <w:r w:rsidRPr="004C4EC9">
              <w:rPr>
                <w:rFonts w:ascii="仿宋_GB2312" w:eastAsia="仿宋_GB2312"/>
              </w:rPr>
              <w:t>(</w:t>
            </w:r>
            <w:r w:rsidRPr="004C4EC9">
              <w:rPr>
                <w:rFonts w:ascii="仿宋_GB2312" w:eastAsia="仿宋_GB2312" w:hint="eastAsia"/>
              </w:rPr>
              <w:t>盖章</w:t>
            </w:r>
            <w:r w:rsidRPr="004C4EC9">
              <w:rPr>
                <w:rFonts w:ascii="仿宋_GB2312" w:eastAsia="仿宋_GB2312"/>
              </w:rPr>
              <w:t xml:space="preserve">) </w:t>
            </w:r>
          </w:p>
          <w:p w:rsidR="00E12617" w:rsidRPr="004C4EC9" w:rsidRDefault="00E12617" w:rsidP="00251A09">
            <w:pPr>
              <w:pStyle w:val="Default"/>
              <w:jc w:val="center"/>
              <w:rPr>
                <w:rFonts w:ascii="仿宋_GB2312" w:eastAsia="仿宋_GB2312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项目密级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50"/>
        </w:trPr>
        <w:tc>
          <w:tcPr>
            <w:tcW w:w="238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定密日期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7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70"/>
        </w:trPr>
        <w:tc>
          <w:tcPr>
            <w:tcW w:w="238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保密期限</w:t>
            </w:r>
            <w:r w:rsidRPr="004C4EC9">
              <w:rPr>
                <w:rFonts w:ascii="仿宋_GB2312" w:eastAsia="仿宋_GB2312"/>
              </w:rPr>
              <w:t>(</w:t>
            </w:r>
            <w:r w:rsidRPr="004C4EC9">
              <w:rPr>
                <w:rFonts w:ascii="仿宋_GB2312" w:eastAsia="仿宋_GB2312" w:hint="eastAsia"/>
              </w:rPr>
              <w:t>年</w:t>
            </w:r>
            <w:r w:rsidRPr="004C4EC9">
              <w:rPr>
                <w:rFonts w:ascii="仿宋_GB2312" w:eastAsia="仿宋_GB2312"/>
              </w:rPr>
              <w:t xml:space="preserve">) 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78"/>
        </w:trPr>
        <w:tc>
          <w:tcPr>
            <w:tcW w:w="2387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定密审查机构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738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主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题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词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20"/>
        </w:trPr>
        <w:tc>
          <w:tcPr>
            <w:tcW w:w="110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学科分类名称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/>
              </w:rPr>
              <w:t xml:space="preserve">1 </w:t>
            </w:r>
          </w:p>
        </w:tc>
        <w:tc>
          <w:tcPr>
            <w:tcW w:w="4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代码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20"/>
        </w:trPr>
        <w:tc>
          <w:tcPr>
            <w:tcW w:w="11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/>
              </w:rPr>
              <w:t xml:space="preserve">2 </w:t>
            </w:r>
          </w:p>
        </w:tc>
        <w:tc>
          <w:tcPr>
            <w:tcW w:w="4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代码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18"/>
        </w:trPr>
        <w:tc>
          <w:tcPr>
            <w:tcW w:w="11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/>
              </w:rPr>
              <w:t xml:space="preserve">3 </w:t>
            </w:r>
          </w:p>
        </w:tc>
        <w:tc>
          <w:tcPr>
            <w:tcW w:w="43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代码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03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所属国民经济行业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503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所属国家重点发展领域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65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任务来源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61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1419"/>
        </w:trPr>
        <w:tc>
          <w:tcPr>
            <w:tcW w:w="8568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251A09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具体计划、基金的名称和编号：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</w:tr>
      <w:tr w:rsidR="00E12617" w:rsidRPr="004C4EC9" w:rsidTr="00BD5F59">
        <w:trPr>
          <w:trHeight w:val="450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授权发明专利（项）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2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授权的其他知识产权（项）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BD5F59">
        <w:trPr>
          <w:trHeight w:val="438"/>
        </w:trPr>
        <w:tc>
          <w:tcPr>
            <w:tcW w:w="238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项目起止时间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2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起始：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年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月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日</w:t>
            </w:r>
          </w:p>
        </w:tc>
        <w:tc>
          <w:tcPr>
            <w:tcW w:w="3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2617" w:rsidRPr="004C4EC9" w:rsidRDefault="00E12617" w:rsidP="00251A09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完成：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年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月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日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</w:tr>
    </w:tbl>
    <w:p w:rsidR="00E12617" w:rsidRPr="00251A09" w:rsidRDefault="00E12617" w:rsidP="005911F8">
      <w:pPr>
        <w:pStyle w:val="Default"/>
        <w:rPr>
          <w:rFonts w:ascii="仿宋_GB2312" w:eastAsia="仿宋_GB2312" w:cs="Times New Roman"/>
          <w:color w:val="auto"/>
        </w:rPr>
      </w:pPr>
    </w:p>
    <w:p w:rsidR="00E12617" w:rsidRDefault="00E12617" w:rsidP="00251A09">
      <w:pPr>
        <w:pStyle w:val="CM3"/>
        <w:ind w:left="1500"/>
        <w:jc w:val="right"/>
        <w:rPr>
          <w:rFonts w:ascii="仿宋_GB2312" w:eastAsia="仿宋_GB2312"/>
        </w:rPr>
      </w:pPr>
      <w:r>
        <w:rPr>
          <w:rFonts w:ascii="仿宋_GB2312" w:eastAsia="仿宋_GB2312" w:hint="eastAsia"/>
        </w:rPr>
        <w:t>科研院成果办</w:t>
      </w:r>
      <w:r w:rsidRPr="00251A09">
        <w:rPr>
          <w:rFonts w:ascii="仿宋_GB2312" w:eastAsia="仿宋_GB2312" w:hint="eastAsia"/>
        </w:rPr>
        <w:t>制</w:t>
      </w:r>
      <w:r w:rsidRPr="00251A09">
        <w:rPr>
          <w:rFonts w:ascii="仿宋_GB2312" w:eastAsia="仿宋_GB2312"/>
        </w:rPr>
        <w:t xml:space="preserve"> </w:t>
      </w:r>
    </w:p>
    <w:p w:rsidR="00E12617" w:rsidRDefault="00E12617" w:rsidP="006413A1">
      <w:pPr>
        <w:pStyle w:val="Default"/>
      </w:pPr>
    </w:p>
    <w:p w:rsidR="00E12617" w:rsidRPr="006413A1" w:rsidRDefault="00E12617" w:rsidP="006413A1">
      <w:pPr>
        <w:pStyle w:val="Default"/>
      </w:pPr>
    </w:p>
    <w:p w:rsidR="00E12617" w:rsidRDefault="00E12617" w:rsidP="00CC371F">
      <w:pPr>
        <w:pStyle w:val="CM14"/>
        <w:numPr>
          <w:ilvl w:val="0"/>
          <w:numId w:val="2"/>
        </w:numPr>
        <w:jc w:val="both"/>
        <w:rPr>
          <w:rFonts w:ascii="仿宋_GB2312" w:eastAsia="仿宋_GB2312"/>
          <w:b/>
        </w:rPr>
      </w:pPr>
      <w:r w:rsidRPr="00CC371F">
        <w:rPr>
          <w:rFonts w:ascii="仿宋_GB2312" w:eastAsia="仿宋_GB2312" w:hint="eastAsia"/>
          <w:b/>
        </w:rPr>
        <w:t>项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目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简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介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（限</w:t>
      </w:r>
      <w:r w:rsidRPr="00CC371F">
        <w:rPr>
          <w:rFonts w:ascii="仿宋_GB2312" w:eastAsia="仿宋_GB2312"/>
          <w:b/>
        </w:rPr>
        <w:t xml:space="preserve">1200 </w:t>
      </w:r>
      <w:r w:rsidRPr="00CC371F">
        <w:rPr>
          <w:rFonts w:ascii="仿宋_GB2312" w:eastAsia="仿宋_GB2312" w:hint="eastAsia"/>
          <w:b/>
        </w:rPr>
        <w:t>字）</w:t>
      </w:r>
      <w:r>
        <w:rPr>
          <w:rFonts w:ascii="仿宋_GB2312" w:eastAsia="仿宋_GB2312"/>
          <w:b/>
        </w:rPr>
        <w:t xml:space="preserve"> </w:t>
      </w:r>
    </w:p>
    <w:p w:rsidR="00E12617" w:rsidRPr="00CC371F" w:rsidRDefault="00E12617" w:rsidP="00CC371F">
      <w:pPr>
        <w:pStyle w:val="Default"/>
        <w:ind w:left="690"/>
      </w:pPr>
    </w:p>
    <w:p w:rsidR="00E12617" w:rsidRDefault="00E12617" w:rsidP="00CC371F">
      <w:pPr>
        <w:pStyle w:val="CM14"/>
        <w:numPr>
          <w:ilvl w:val="0"/>
          <w:numId w:val="2"/>
        </w:numPr>
        <w:jc w:val="both"/>
        <w:rPr>
          <w:rFonts w:ascii="仿宋_GB2312" w:eastAsia="仿宋_GB2312"/>
          <w:b/>
        </w:rPr>
      </w:pPr>
      <w:r w:rsidRPr="00CC371F">
        <w:rPr>
          <w:rFonts w:ascii="仿宋_GB2312" w:eastAsia="仿宋_GB2312" w:hint="eastAsia"/>
          <w:b/>
        </w:rPr>
        <w:t>主要技术发明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（限</w:t>
      </w:r>
      <w:r w:rsidRPr="00CC371F">
        <w:rPr>
          <w:rFonts w:ascii="仿宋_GB2312" w:eastAsia="仿宋_GB2312"/>
          <w:b/>
        </w:rPr>
        <w:t>5</w:t>
      </w:r>
      <w:r w:rsidRPr="00CC371F">
        <w:rPr>
          <w:rFonts w:ascii="仿宋_GB2312" w:eastAsia="仿宋_GB2312" w:hint="eastAsia"/>
          <w:b/>
        </w:rPr>
        <w:t>页）</w:t>
      </w:r>
      <w:r>
        <w:rPr>
          <w:rFonts w:ascii="仿宋_GB2312" w:eastAsia="仿宋_GB2312"/>
          <w:b/>
        </w:rPr>
        <w:t xml:space="preserve"> </w:t>
      </w:r>
    </w:p>
    <w:p w:rsidR="00E12617" w:rsidRDefault="00E12617" w:rsidP="00CC371F">
      <w:pPr>
        <w:pStyle w:val="ListParagraph"/>
      </w:pPr>
    </w:p>
    <w:p w:rsidR="00E12617" w:rsidRPr="00CC371F" w:rsidRDefault="00E12617" w:rsidP="00CC371F">
      <w:pPr>
        <w:pStyle w:val="Default"/>
        <w:ind w:left="690"/>
      </w:pPr>
    </w:p>
    <w:p w:rsidR="00E12617" w:rsidRDefault="00E12617" w:rsidP="00CC371F">
      <w:pPr>
        <w:pStyle w:val="CM42"/>
        <w:numPr>
          <w:ilvl w:val="0"/>
          <w:numId w:val="2"/>
        </w:numPr>
        <w:rPr>
          <w:rFonts w:ascii="仿宋_GB2312" w:eastAsia="仿宋_GB2312" w:hAnsi="Times New Roman"/>
          <w:b/>
        </w:rPr>
      </w:pPr>
      <w:r w:rsidRPr="00CC371F">
        <w:rPr>
          <w:rFonts w:ascii="仿宋_GB2312" w:eastAsia="仿宋_GB2312" w:hint="eastAsia"/>
          <w:b/>
        </w:rPr>
        <w:t>第三方评价</w:t>
      </w:r>
      <w:r w:rsidRPr="00CC371F">
        <w:rPr>
          <w:rFonts w:ascii="仿宋_GB2312" w:eastAsia="仿宋_GB2312"/>
          <w:b/>
        </w:rPr>
        <w:t xml:space="preserve"> </w:t>
      </w:r>
      <w:r w:rsidRPr="00CC371F">
        <w:rPr>
          <w:rFonts w:ascii="仿宋_GB2312" w:eastAsia="仿宋_GB2312" w:hint="eastAsia"/>
          <w:b/>
        </w:rPr>
        <w:t>（限</w:t>
      </w:r>
      <w:r w:rsidRPr="00CC371F">
        <w:rPr>
          <w:rFonts w:ascii="仿宋_GB2312" w:eastAsia="仿宋_GB2312" w:hAnsi="Times New Roman"/>
          <w:b/>
        </w:rPr>
        <w:t xml:space="preserve">2 </w:t>
      </w:r>
      <w:r w:rsidRPr="00CC371F">
        <w:rPr>
          <w:rFonts w:ascii="仿宋_GB2312" w:eastAsia="仿宋_GB2312" w:hAnsi="Times New Roman" w:hint="eastAsia"/>
          <w:b/>
        </w:rPr>
        <w:t>页）</w:t>
      </w:r>
    </w:p>
    <w:p w:rsidR="00E12617" w:rsidRPr="00CC371F" w:rsidRDefault="00E12617" w:rsidP="00CC371F">
      <w:pPr>
        <w:pStyle w:val="Default"/>
        <w:ind w:left="690"/>
        <w:jc w:val="center"/>
      </w:pPr>
    </w:p>
    <w:p w:rsidR="00E12617" w:rsidRPr="00BD5F59" w:rsidRDefault="00E12617" w:rsidP="00CC371F">
      <w:pPr>
        <w:pStyle w:val="CM38"/>
        <w:numPr>
          <w:ilvl w:val="0"/>
          <w:numId w:val="2"/>
        </w:numPr>
        <w:jc w:val="center"/>
        <w:rPr>
          <w:rFonts w:ascii="仿宋_GB2312" w:eastAsia="仿宋_GB2312" w:hAnsi="Times New Roman" w:cs="宋体"/>
          <w:b/>
          <w:sz w:val="28"/>
          <w:szCs w:val="28"/>
        </w:rPr>
      </w:pPr>
      <w:r w:rsidRPr="00BD5F59">
        <w:rPr>
          <w:rFonts w:ascii="仿宋_GB2312" w:eastAsia="仿宋_GB2312" w:hAnsi="Times New Roman" w:cs="宋体" w:hint="eastAsia"/>
          <w:b/>
          <w:sz w:val="28"/>
          <w:szCs w:val="28"/>
        </w:rPr>
        <w:t>推广应用情况、经济效益和社会效益</w:t>
      </w:r>
    </w:p>
    <w:p w:rsidR="00E12617" w:rsidRDefault="00E12617" w:rsidP="00CC371F">
      <w:pPr>
        <w:pStyle w:val="CM15"/>
        <w:numPr>
          <w:ilvl w:val="0"/>
          <w:numId w:val="4"/>
        </w:numPr>
        <w:jc w:val="both"/>
        <w:rPr>
          <w:rFonts w:ascii="仿宋_GB2312" w:eastAsia="仿宋_GB2312" w:hAnsi="Times New Roman" w:cs="宋体"/>
          <w:b/>
        </w:rPr>
      </w:pPr>
      <w:r w:rsidRPr="00CC371F">
        <w:rPr>
          <w:rFonts w:ascii="仿宋_GB2312" w:eastAsia="仿宋_GB2312" w:hAnsi="Times New Roman" w:cs="宋体" w:hint="eastAsia"/>
          <w:b/>
        </w:rPr>
        <w:t>推广应用情况</w:t>
      </w:r>
      <w:r w:rsidRPr="00CC371F">
        <w:rPr>
          <w:rFonts w:ascii="仿宋_GB2312" w:eastAsia="仿宋_GB2312" w:hAnsi="Times New Roman" w:cs="宋体"/>
          <w:b/>
        </w:rPr>
        <w:t xml:space="preserve"> </w:t>
      </w:r>
    </w:p>
    <w:p w:rsidR="00E12617" w:rsidRPr="00CC371F" w:rsidRDefault="00E12617" w:rsidP="00CC371F">
      <w:pPr>
        <w:pStyle w:val="Default"/>
        <w:ind w:left="390"/>
      </w:pPr>
    </w:p>
    <w:p w:rsidR="00E12617" w:rsidRDefault="00E12617" w:rsidP="00DA7753">
      <w:pPr>
        <w:pStyle w:val="Default"/>
        <w:rPr>
          <w:rFonts w:ascii="仿宋_GB2312" w:eastAsia="仿宋_GB2312"/>
          <w:b/>
        </w:rPr>
      </w:pPr>
      <w:r w:rsidRPr="00CC371F">
        <w:rPr>
          <w:rFonts w:ascii="仿宋_GB2312" w:eastAsia="仿宋_GB2312"/>
          <w:b/>
        </w:rPr>
        <w:t>2</w:t>
      </w:r>
      <w:r w:rsidRPr="00CC371F">
        <w:rPr>
          <w:rFonts w:ascii="仿宋_GB2312" w:eastAsia="仿宋_GB2312" w:hint="eastAsia"/>
          <w:b/>
        </w:rPr>
        <w:t>．近</w:t>
      </w:r>
      <w:r>
        <w:rPr>
          <w:rFonts w:ascii="仿宋_GB2312" w:eastAsia="仿宋_GB2312" w:hint="eastAsia"/>
          <w:b/>
        </w:rPr>
        <w:t>二</w:t>
      </w:r>
      <w:r w:rsidRPr="00CC371F">
        <w:rPr>
          <w:rFonts w:ascii="仿宋_GB2312" w:eastAsia="仿宋_GB2312" w:hint="eastAsia"/>
          <w:b/>
        </w:rPr>
        <w:t>年直接经济效益</w:t>
      </w:r>
    </w:p>
    <w:p w:rsidR="00E12617" w:rsidRPr="00CC371F" w:rsidRDefault="00E12617" w:rsidP="00DA7753">
      <w:pPr>
        <w:pStyle w:val="Default"/>
        <w:rPr>
          <w:rFonts w:ascii="仿宋_GB2312" w:eastAsia="仿宋_GB2312"/>
          <w:b/>
        </w:rPr>
      </w:pPr>
    </w:p>
    <w:p w:rsidR="00E12617" w:rsidRPr="00DA7753" w:rsidRDefault="00E12617" w:rsidP="00DA7753">
      <w:pPr>
        <w:pStyle w:val="Default"/>
        <w:jc w:val="right"/>
      </w:pPr>
      <w:r w:rsidRPr="00251A09">
        <w:rPr>
          <w:rFonts w:ascii="仿宋_GB2312" w:eastAsia="仿宋_GB2312" w:hint="eastAsia"/>
        </w:rPr>
        <w:t>单位：万元人民币</w:t>
      </w:r>
    </w:p>
    <w:tbl>
      <w:tblPr>
        <w:tblW w:w="9163" w:type="dxa"/>
        <w:tblLook w:val="0000"/>
      </w:tblPr>
      <w:tblGrid>
        <w:gridCol w:w="1830"/>
        <w:gridCol w:w="1835"/>
        <w:gridCol w:w="1840"/>
        <w:gridCol w:w="1838"/>
        <w:gridCol w:w="1820"/>
      </w:tblGrid>
      <w:tr w:rsidR="00E12617" w:rsidRPr="004C4EC9" w:rsidTr="00491C4C">
        <w:trPr>
          <w:trHeight w:val="56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项目总投资额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3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回收期（年）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DA7753">
        <w:trPr>
          <w:trHeight w:val="763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年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份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新增销售额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新增利润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新增税收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</w:tr>
      <w:tr w:rsidR="00E12617" w:rsidRPr="004C4EC9" w:rsidTr="00DA7753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DA7753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DA7753">
        <w:trPr>
          <w:trHeight w:val="738"/>
        </w:trPr>
        <w:tc>
          <w:tcPr>
            <w:tcW w:w="1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累</w:t>
            </w:r>
            <w:r w:rsidRPr="004C4EC9">
              <w:rPr>
                <w:rFonts w:ascii="仿宋_GB2312" w:eastAsia="仿宋_GB2312"/>
              </w:rPr>
              <w:t xml:space="preserve"> </w:t>
            </w:r>
            <w:r w:rsidRPr="004C4EC9">
              <w:rPr>
                <w:rFonts w:ascii="仿宋_GB2312" w:eastAsia="仿宋_GB2312" w:hint="eastAsia"/>
              </w:rPr>
              <w:t>计</w:t>
            </w:r>
            <w:r w:rsidRPr="004C4EC9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3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C2038E">
        <w:trPr>
          <w:trHeight w:val="738"/>
        </w:trPr>
        <w:tc>
          <w:tcPr>
            <w:tcW w:w="9163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2617" w:rsidRPr="004C4EC9" w:rsidRDefault="00E12617" w:rsidP="00DA7753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经济效益的有关说明及各栏目的计算依据</w:t>
            </w:r>
            <w:r w:rsidRPr="004C4EC9">
              <w:rPr>
                <w:rFonts w:ascii="仿宋_GB2312" w:eastAsia="仿宋_GB2312"/>
              </w:rPr>
              <w:t>:</w:t>
            </w: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</w:tbl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</w:p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  <w:r w:rsidRPr="00CC371F">
        <w:rPr>
          <w:rFonts w:ascii="仿宋_GB2312" w:eastAsia="仿宋_GB2312" w:cs="Times New Roman"/>
          <w:b/>
          <w:color w:val="auto"/>
        </w:rPr>
        <w:t>3</w:t>
      </w:r>
      <w:r w:rsidRPr="00CC371F">
        <w:rPr>
          <w:rFonts w:ascii="仿宋_GB2312" w:eastAsia="仿宋_GB2312" w:cs="Times New Roman" w:hint="eastAsia"/>
          <w:b/>
          <w:color w:val="auto"/>
        </w:rPr>
        <w:t>．社会效益与间接经济效益</w:t>
      </w:r>
    </w:p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</w:p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</w:p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</w:p>
    <w:p w:rsidR="00E12617" w:rsidRDefault="00E12617" w:rsidP="005911F8">
      <w:pPr>
        <w:pStyle w:val="Default"/>
        <w:rPr>
          <w:rFonts w:ascii="仿宋_GB2312" w:eastAsia="仿宋_GB2312" w:cs="Times New Roman"/>
          <w:b/>
          <w:color w:val="auto"/>
        </w:rPr>
      </w:pPr>
    </w:p>
    <w:p w:rsidR="00E12617" w:rsidRPr="00BD5F59" w:rsidRDefault="00E12617" w:rsidP="00CC371F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  <w:r w:rsidRPr="00BD5F59">
        <w:rPr>
          <w:rFonts w:ascii="仿宋_GB2312" w:eastAsia="仿宋_GB2312" w:hint="eastAsia"/>
          <w:b/>
          <w:sz w:val="28"/>
          <w:szCs w:val="28"/>
        </w:rPr>
        <w:t>六、主要知识产权证明目录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66"/>
        <w:gridCol w:w="1066"/>
        <w:gridCol w:w="1065"/>
        <w:gridCol w:w="1065"/>
        <w:gridCol w:w="1065"/>
        <w:gridCol w:w="1065"/>
        <w:gridCol w:w="1065"/>
        <w:gridCol w:w="1065"/>
      </w:tblGrid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知识产权类别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知识产权具体名称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国家（地区）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授权号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授权日期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证书编号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权利人</w:t>
            </w: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  <w:r w:rsidRPr="004C4EC9">
              <w:rPr>
                <w:rFonts w:hint="eastAsia"/>
              </w:rPr>
              <w:t>发明人</w:t>
            </w: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  <w:tr w:rsidR="00E12617" w:rsidRPr="004C4EC9" w:rsidTr="004C4EC9"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  <w:tc>
          <w:tcPr>
            <w:tcW w:w="625" w:type="pct"/>
          </w:tcPr>
          <w:p w:rsidR="00E12617" w:rsidRPr="004C4EC9" w:rsidRDefault="00E12617" w:rsidP="00DA7753">
            <w:pPr>
              <w:pStyle w:val="Default"/>
            </w:pPr>
          </w:p>
        </w:tc>
      </w:tr>
    </w:tbl>
    <w:p w:rsidR="00E12617" w:rsidRPr="00BD5F59" w:rsidRDefault="00E12617" w:rsidP="00CC371F">
      <w:pPr>
        <w:pStyle w:val="CM38"/>
        <w:jc w:val="center"/>
        <w:rPr>
          <w:rFonts w:ascii="仿宋_GB2312" w:eastAsia="仿宋_GB2312"/>
          <w:b/>
          <w:sz w:val="28"/>
          <w:szCs w:val="28"/>
        </w:rPr>
      </w:pPr>
      <w:r w:rsidRPr="00BD5F59">
        <w:rPr>
          <w:rFonts w:ascii="仿宋_GB2312" w:eastAsia="仿宋_GB2312" w:hint="eastAsia"/>
          <w:b/>
          <w:sz w:val="28"/>
          <w:szCs w:val="28"/>
        </w:rPr>
        <w:t>七、主要完成人情况表</w:t>
      </w:r>
    </w:p>
    <w:tbl>
      <w:tblPr>
        <w:tblW w:w="5000" w:type="pct"/>
        <w:tblLook w:val="0000"/>
      </w:tblPr>
      <w:tblGrid>
        <w:gridCol w:w="1206"/>
        <w:gridCol w:w="793"/>
        <w:gridCol w:w="852"/>
        <w:gridCol w:w="852"/>
        <w:gridCol w:w="1773"/>
        <w:gridCol w:w="888"/>
        <w:gridCol w:w="1258"/>
        <w:gridCol w:w="900"/>
      </w:tblGrid>
      <w:tr w:rsidR="00E12617" w:rsidRPr="004C4EC9" w:rsidTr="00715C82">
        <w:trPr>
          <w:trHeight w:val="460"/>
        </w:trPr>
        <w:tc>
          <w:tcPr>
            <w:tcW w:w="70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姓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名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46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性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别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排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名</w:t>
            </w:r>
          </w:p>
        </w:tc>
        <w:tc>
          <w:tcPr>
            <w:tcW w:w="521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国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籍</w:t>
            </w:r>
          </w:p>
        </w:tc>
        <w:tc>
          <w:tcPr>
            <w:tcW w:w="52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出生年月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出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生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地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民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族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身份证号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归国人员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归国时间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技术职称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最高学历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最高学位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毕业学校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毕业时间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所学专业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5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电子邮箱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办公电话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移动电话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通讯地址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党</w:t>
            </w:r>
            <w:r w:rsidRPr="004C4EC9">
              <w:rPr>
                <w:rFonts w:ascii="仿宋_GB2312" w:eastAsia="仿宋_GB2312"/>
                <w:color w:val="auto"/>
              </w:rPr>
              <w:t xml:space="preserve">   </w:t>
            </w:r>
            <w:r w:rsidRPr="004C4EC9">
              <w:rPr>
                <w:rFonts w:ascii="仿宋_GB2312" w:eastAsia="仿宋_GB2312" w:hint="eastAsia"/>
                <w:color w:val="auto"/>
              </w:rPr>
              <w:t>派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715C82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工作单位</w:t>
            </w: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</w:p>
        </w:tc>
        <w:tc>
          <w:tcPr>
            <w:tcW w:w="3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行政职务</w:t>
            </w:r>
          </w:p>
        </w:tc>
        <w:tc>
          <w:tcPr>
            <w:tcW w:w="5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491C4C">
        <w:trPr>
          <w:trHeight w:val="463"/>
        </w:trPr>
        <w:tc>
          <w:tcPr>
            <w:tcW w:w="708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参加本项目起止时间</w:t>
            </w:r>
          </w:p>
        </w:tc>
        <w:tc>
          <w:tcPr>
            <w:tcW w:w="429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491C4C">
        <w:trPr>
          <w:trHeight w:val="46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对本项目技术创造性贡献：</w:t>
            </w:r>
          </w:p>
          <w:p w:rsidR="00E12617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491C4C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  <w:p w:rsidR="00E12617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Pr="004C4EC9" w:rsidRDefault="00E12617" w:rsidP="00BD5F59">
            <w:pPr>
              <w:pStyle w:val="Default"/>
              <w:rPr>
                <w:rFonts w:ascii="仿宋_GB2312" w:eastAsia="仿宋_GB2312" w:cs="Times New Roman"/>
                <w:color w:val="auto"/>
              </w:rPr>
            </w:pPr>
          </w:p>
          <w:p w:rsidR="00E12617" w:rsidRPr="004C4EC9" w:rsidRDefault="00E12617" w:rsidP="00CC371F">
            <w:pPr>
              <w:pStyle w:val="Default"/>
              <w:jc w:val="center"/>
              <w:rPr>
                <w:rFonts w:ascii="仿宋_GB2312" w:eastAsia="仿宋_GB2312" w:cs="Times New Roman"/>
                <w:color w:val="auto"/>
              </w:rPr>
            </w:pPr>
          </w:p>
        </w:tc>
      </w:tr>
      <w:tr w:rsidR="00E12617" w:rsidRPr="004C4EC9" w:rsidTr="006B7FF3">
        <w:trPr>
          <w:trHeight w:val="463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声明：如有虚假，愿意承担相应责任并接受相应处理。如产生异议，保证积极配合调查处理工作。</w:t>
            </w:r>
            <w:r w:rsidRPr="004C4EC9">
              <w:rPr>
                <w:rFonts w:ascii="仿宋_GB2312" w:eastAsia="仿宋_GB2312"/>
                <w:color w:val="auto"/>
              </w:rPr>
              <w:t xml:space="preserve">       </w:t>
            </w:r>
          </w:p>
          <w:p w:rsidR="00E12617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E12617" w:rsidRDefault="00E12617" w:rsidP="00BD5F59">
            <w:pPr>
              <w:pStyle w:val="Default"/>
              <w:ind w:right="360" w:firstLineChars="450" w:firstLine="1080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本人签名：</w:t>
            </w:r>
          </w:p>
          <w:p w:rsidR="00E12617" w:rsidRPr="004C4EC9" w:rsidRDefault="00E12617" w:rsidP="00BD5F59">
            <w:pPr>
              <w:pStyle w:val="Default"/>
              <w:ind w:right="360" w:firstLineChars="450" w:firstLine="1080"/>
              <w:jc w:val="right"/>
              <w:rPr>
                <w:rFonts w:ascii="仿宋_GB2312" w:eastAsia="仿宋_GB2312"/>
                <w:color w:val="auto"/>
              </w:rPr>
            </w:pPr>
          </w:p>
          <w:p w:rsidR="00E12617" w:rsidRPr="004C4EC9" w:rsidRDefault="00E12617" w:rsidP="00491C4C">
            <w:pPr>
              <w:pStyle w:val="Default"/>
              <w:jc w:val="right"/>
              <w:rPr>
                <w:rFonts w:ascii="仿宋_GB2312" w:eastAsia="仿宋_GB2312" w:cs="Times New Roman"/>
                <w:color w:val="auto"/>
              </w:rPr>
            </w:pPr>
            <w:r w:rsidRPr="004C4EC9">
              <w:rPr>
                <w:rFonts w:ascii="仿宋_GB2312" w:eastAsia="仿宋_GB2312"/>
                <w:color w:val="auto"/>
              </w:rPr>
              <w:t xml:space="preserve"> </w:t>
            </w:r>
            <w:r w:rsidRPr="004C4EC9">
              <w:rPr>
                <w:rFonts w:ascii="仿宋_GB2312" w:eastAsia="仿宋_GB2312" w:hint="eastAsia"/>
                <w:color w:val="auto"/>
              </w:rPr>
              <w:t>年</w:t>
            </w:r>
            <w:r w:rsidRPr="004C4EC9">
              <w:rPr>
                <w:rFonts w:ascii="仿宋_GB2312" w:eastAsia="仿宋_GB2312"/>
                <w:color w:val="auto"/>
              </w:rPr>
              <w:t xml:space="preserve">    </w:t>
            </w:r>
            <w:r w:rsidRPr="004C4EC9">
              <w:rPr>
                <w:rFonts w:ascii="仿宋_GB2312" w:eastAsia="仿宋_GB2312" w:hint="eastAsia"/>
                <w:color w:val="auto"/>
              </w:rPr>
              <w:t>月</w:t>
            </w:r>
            <w:r w:rsidRPr="004C4EC9">
              <w:rPr>
                <w:rFonts w:ascii="仿宋_GB2312" w:eastAsia="仿宋_GB2312"/>
                <w:color w:val="auto"/>
              </w:rPr>
              <w:t xml:space="preserve">    </w:t>
            </w:r>
            <w:r w:rsidRPr="004C4EC9">
              <w:rPr>
                <w:rFonts w:ascii="仿宋_GB2312" w:eastAsia="仿宋_GB2312" w:hint="eastAsia"/>
                <w:color w:val="auto"/>
              </w:rPr>
              <w:t>日</w:t>
            </w:r>
          </w:p>
        </w:tc>
      </w:tr>
    </w:tbl>
    <w:p w:rsidR="00E12617" w:rsidRDefault="00E12617" w:rsidP="005911F8">
      <w:pPr>
        <w:pStyle w:val="CM21"/>
        <w:jc w:val="center"/>
        <w:rPr>
          <w:rFonts w:ascii="仿宋_GB2312" w:eastAsia="仿宋_GB2312"/>
          <w:b/>
          <w:sz w:val="28"/>
          <w:szCs w:val="28"/>
        </w:rPr>
      </w:pPr>
    </w:p>
    <w:p w:rsidR="00E12617" w:rsidRDefault="00E12617" w:rsidP="005911F8">
      <w:pPr>
        <w:pStyle w:val="CM21"/>
        <w:jc w:val="center"/>
        <w:rPr>
          <w:rFonts w:ascii="仿宋_GB2312" w:eastAsia="仿宋_GB2312"/>
          <w:b/>
          <w:sz w:val="28"/>
          <w:szCs w:val="28"/>
        </w:rPr>
      </w:pPr>
    </w:p>
    <w:p w:rsidR="00E12617" w:rsidRPr="00BD5F59" w:rsidRDefault="00E12617" w:rsidP="005911F8">
      <w:pPr>
        <w:pStyle w:val="CM21"/>
        <w:jc w:val="center"/>
        <w:rPr>
          <w:rFonts w:ascii="仿宋_GB2312" w:eastAsia="仿宋_GB2312"/>
          <w:b/>
          <w:sz w:val="28"/>
          <w:szCs w:val="28"/>
        </w:rPr>
      </w:pPr>
      <w:r w:rsidRPr="00BD5F59">
        <w:rPr>
          <w:rFonts w:ascii="仿宋_GB2312" w:eastAsia="仿宋_GB2312" w:hint="eastAsia"/>
          <w:b/>
          <w:sz w:val="28"/>
          <w:szCs w:val="28"/>
        </w:rPr>
        <w:t>八、推荐单位意见</w:t>
      </w:r>
      <w:r w:rsidRPr="00BD5F59">
        <w:rPr>
          <w:rFonts w:ascii="仿宋_GB2312" w:eastAsia="仿宋_GB2312"/>
          <w:b/>
          <w:sz w:val="28"/>
          <w:szCs w:val="28"/>
        </w:rPr>
        <w:t xml:space="preserve"> </w:t>
      </w:r>
    </w:p>
    <w:p w:rsidR="00E12617" w:rsidRPr="00251A09" w:rsidRDefault="00E12617" w:rsidP="005911F8">
      <w:pPr>
        <w:pStyle w:val="CM21"/>
        <w:jc w:val="center"/>
        <w:rPr>
          <w:rFonts w:ascii="仿宋_GB2312" w:eastAsia="仿宋_GB231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30"/>
        <w:gridCol w:w="2130"/>
        <w:gridCol w:w="2131"/>
        <w:gridCol w:w="2131"/>
      </w:tblGrid>
      <w:tr w:rsidR="00E12617" w:rsidRPr="004C4EC9" w:rsidTr="004C4EC9"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推荐单位</w:t>
            </w:r>
          </w:p>
        </w:tc>
        <w:tc>
          <w:tcPr>
            <w:tcW w:w="3750" w:type="pct"/>
            <w:gridSpan w:val="3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E12617" w:rsidRPr="004C4EC9" w:rsidTr="004C4EC9"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通讯地址</w:t>
            </w: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联系人</w:t>
            </w: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E12617" w:rsidRPr="004C4EC9" w:rsidTr="004C4EC9"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1250" w:type="pct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E12617" w:rsidRPr="004C4EC9" w:rsidTr="004C4EC9">
        <w:tc>
          <w:tcPr>
            <w:tcW w:w="5000" w:type="pct"/>
            <w:gridSpan w:val="4"/>
          </w:tcPr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推荐意见：</w:t>
            </w: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</w:rPr>
            </w:pPr>
          </w:p>
        </w:tc>
      </w:tr>
      <w:tr w:rsidR="00E12617" w:rsidRPr="004C4EC9" w:rsidTr="004C4EC9">
        <w:tc>
          <w:tcPr>
            <w:tcW w:w="5000" w:type="pct"/>
            <w:gridSpan w:val="4"/>
          </w:tcPr>
          <w:p w:rsidR="00E12617" w:rsidRPr="004C4EC9" w:rsidRDefault="00E12617" w:rsidP="00491C4C">
            <w:pPr>
              <w:pStyle w:val="CM5"/>
              <w:rPr>
                <w:rFonts w:ascii="仿宋_GB2312" w:eastAsia="仿宋_GB2312"/>
              </w:rPr>
            </w:pPr>
            <w:r w:rsidRPr="004C4EC9">
              <w:rPr>
                <w:rFonts w:ascii="仿宋_GB2312" w:eastAsia="仿宋_GB2312" w:hint="eastAsia"/>
              </w:rPr>
              <w:t>声明：如有虚假，愿意承担相应责任并接受相应处理。如产生异议，保证积极配合调查处理工作。</w:t>
            </w:r>
            <w:r w:rsidRPr="004C4EC9">
              <w:rPr>
                <w:rFonts w:ascii="仿宋_GB2312" w:eastAsia="仿宋_GB2312"/>
              </w:rPr>
              <w:t xml:space="preserve">       </w:t>
            </w:r>
          </w:p>
          <w:p w:rsidR="00E12617" w:rsidRPr="004C4EC9" w:rsidRDefault="00E12617" w:rsidP="00491C4C">
            <w:pPr>
              <w:pStyle w:val="Default"/>
            </w:pPr>
          </w:p>
          <w:p w:rsidR="00E12617" w:rsidRPr="004C4EC9" w:rsidRDefault="00E12617" w:rsidP="00491C4C">
            <w:pPr>
              <w:pStyle w:val="Default"/>
            </w:pPr>
          </w:p>
          <w:p w:rsidR="00E12617" w:rsidRPr="004C4EC9" w:rsidRDefault="00E12617" w:rsidP="00491C4C">
            <w:pPr>
              <w:pStyle w:val="Default"/>
            </w:pPr>
          </w:p>
          <w:p w:rsidR="00E12617" w:rsidRPr="004C4EC9" w:rsidRDefault="00E12617" w:rsidP="00491C4C">
            <w:pPr>
              <w:pStyle w:val="Default"/>
              <w:rPr>
                <w:rFonts w:ascii="仿宋_GB2312" w:eastAsia="仿宋_GB2312"/>
                <w:color w:val="auto"/>
              </w:rPr>
            </w:pPr>
          </w:p>
          <w:p w:rsidR="00E12617" w:rsidRPr="004C4EC9" w:rsidRDefault="00E12617" w:rsidP="004C4EC9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推荐单位（盖章）</w:t>
            </w:r>
          </w:p>
          <w:p w:rsidR="00E12617" w:rsidRPr="004C4EC9" w:rsidRDefault="00E12617" w:rsidP="004C4EC9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E12617" w:rsidRPr="004C4EC9" w:rsidRDefault="00E12617" w:rsidP="004C4EC9">
            <w:pPr>
              <w:pStyle w:val="Default"/>
              <w:jc w:val="center"/>
              <w:rPr>
                <w:rFonts w:ascii="仿宋_GB2312" w:eastAsia="仿宋_GB2312"/>
                <w:color w:val="auto"/>
              </w:rPr>
            </w:pPr>
          </w:p>
          <w:p w:rsidR="00E12617" w:rsidRPr="004C4EC9" w:rsidRDefault="00E12617" w:rsidP="004C4EC9">
            <w:pPr>
              <w:pStyle w:val="Default"/>
              <w:jc w:val="right"/>
              <w:rPr>
                <w:rFonts w:ascii="仿宋_GB2312" w:eastAsia="仿宋_GB2312"/>
                <w:color w:val="auto"/>
              </w:rPr>
            </w:pPr>
            <w:r w:rsidRPr="004C4EC9">
              <w:rPr>
                <w:rFonts w:ascii="仿宋_GB2312" w:eastAsia="仿宋_GB2312" w:hint="eastAsia"/>
                <w:color w:val="auto"/>
              </w:rPr>
              <w:t>年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月</w:t>
            </w:r>
            <w:r w:rsidRPr="004C4EC9">
              <w:rPr>
                <w:rFonts w:ascii="仿宋_GB2312" w:eastAsia="仿宋_GB2312"/>
                <w:color w:val="auto"/>
              </w:rPr>
              <w:t xml:space="preserve">  </w:t>
            </w:r>
            <w:r w:rsidRPr="004C4EC9">
              <w:rPr>
                <w:rFonts w:ascii="仿宋_GB2312" w:eastAsia="仿宋_GB2312" w:hint="eastAsia"/>
                <w:color w:val="auto"/>
              </w:rPr>
              <w:t>日</w:t>
            </w:r>
          </w:p>
          <w:p w:rsidR="00E12617" w:rsidRPr="004C4EC9" w:rsidRDefault="00E12617" w:rsidP="004C4EC9">
            <w:pPr>
              <w:pStyle w:val="Default"/>
              <w:spacing w:line="391" w:lineRule="atLeast"/>
              <w:ind w:left="6203" w:right="1173" w:hanging="740"/>
              <w:rPr>
                <w:rFonts w:ascii="仿宋_GB2312" w:eastAsia="仿宋_GB2312"/>
              </w:rPr>
            </w:pPr>
          </w:p>
        </w:tc>
      </w:tr>
    </w:tbl>
    <w:p w:rsidR="00E12617" w:rsidRDefault="00E12617" w:rsidP="005911F8">
      <w:pPr>
        <w:pStyle w:val="Default"/>
        <w:spacing w:line="391" w:lineRule="atLeast"/>
        <w:ind w:left="6758" w:right="740" w:hanging="850"/>
        <w:rPr>
          <w:rFonts w:ascii="仿宋_GB2312" w:eastAsia="仿宋_GB2312" w:cs="Times New Roman"/>
          <w:color w:val="auto"/>
        </w:rPr>
      </w:pPr>
    </w:p>
    <w:p w:rsidR="00E12617" w:rsidRDefault="00E12617" w:rsidP="005911F8">
      <w:pPr>
        <w:pStyle w:val="Default"/>
        <w:spacing w:line="391" w:lineRule="atLeast"/>
        <w:ind w:left="6758" w:right="740" w:hanging="850"/>
        <w:rPr>
          <w:rFonts w:ascii="仿宋_GB2312" w:eastAsia="仿宋_GB2312" w:cs="Times New Roman"/>
          <w:color w:val="auto"/>
        </w:rPr>
      </w:pPr>
    </w:p>
    <w:p w:rsidR="00E12617" w:rsidRDefault="00E12617" w:rsidP="005911F8">
      <w:pPr>
        <w:pStyle w:val="Default"/>
        <w:spacing w:line="391" w:lineRule="atLeast"/>
        <w:ind w:left="6758" w:right="740" w:hanging="850"/>
        <w:rPr>
          <w:rFonts w:ascii="仿宋_GB2312" w:eastAsia="仿宋_GB2312" w:cs="Times New Roman"/>
          <w:color w:val="auto"/>
        </w:rPr>
      </w:pPr>
    </w:p>
    <w:p w:rsidR="00E12617" w:rsidRPr="00BD5F59" w:rsidRDefault="00E12617" w:rsidP="003745AD">
      <w:pPr>
        <w:pStyle w:val="Default"/>
        <w:ind w:left="3606" w:right="675"/>
        <w:rPr>
          <w:rFonts w:ascii="仿宋_GB2312" w:eastAsia="仿宋_GB2312" w:cs="Times New Roman"/>
          <w:b/>
          <w:color w:val="auto"/>
          <w:sz w:val="28"/>
          <w:szCs w:val="28"/>
        </w:rPr>
      </w:pPr>
      <w:r w:rsidRPr="00BD5F59">
        <w:rPr>
          <w:rFonts w:ascii="仿宋_GB2312" w:eastAsia="仿宋_GB2312" w:cs="Times New Roman" w:hint="eastAsia"/>
          <w:b/>
          <w:color w:val="auto"/>
          <w:sz w:val="28"/>
          <w:szCs w:val="28"/>
        </w:rPr>
        <w:t>九、附件</w:t>
      </w:r>
    </w:p>
    <w:p w:rsidR="00E12617" w:rsidRPr="00251A09" w:rsidRDefault="00E12617" w:rsidP="005911F8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>
        <w:rPr>
          <w:rFonts w:ascii="仿宋_GB2312" w:eastAsia="仿宋_GB2312" w:cs="Times New Roman" w:hint="eastAsia"/>
          <w:color w:val="auto"/>
        </w:rPr>
        <w:t>核心</w:t>
      </w:r>
      <w:r w:rsidRPr="00251A09">
        <w:rPr>
          <w:rFonts w:ascii="仿宋_GB2312" w:eastAsia="仿宋_GB2312" w:cs="Times New Roman" w:hint="eastAsia"/>
          <w:color w:val="auto"/>
        </w:rPr>
        <w:t>知识产权证明</w:t>
      </w:r>
      <w:r w:rsidRPr="00251A09">
        <w:rPr>
          <w:rFonts w:ascii="仿宋_GB2312" w:eastAsia="仿宋_GB2312" w:cs="Times New Roman"/>
          <w:color w:val="auto"/>
        </w:rPr>
        <w:t xml:space="preserve"> </w:t>
      </w:r>
    </w:p>
    <w:p w:rsidR="00E12617" w:rsidRPr="00251A09" w:rsidRDefault="00E12617" w:rsidP="005911F8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>
        <w:rPr>
          <w:rFonts w:ascii="仿宋_GB2312" w:eastAsia="仿宋_GB2312" w:cs="Times New Roman" w:hint="eastAsia"/>
          <w:color w:val="auto"/>
        </w:rPr>
        <w:t>评价证明及国家法律法规要求审批的批准文件</w:t>
      </w:r>
    </w:p>
    <w:p w:rsidR="00E12617" w:rsidRPr="00251A09" w:rsidRDefault="00E12617" w:rsidP="005911F8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>
        <w:rPr>
          <w:rFonts w:ascii="仿宋_GB2312" w:eastAsia="仿宋_GB2312" w:cs="Times New Roman" w:hint="eastAsia"/>
          <w:color w:val="auto"/>
        </w:rPr>
        <w:t>应用证明</w:t>
      </w:r>
    </w:p>
    <w:p w:rsidR="00E12617" w:rsidRPr="00251A09" w:rsidRDefault="00E12617" w:rsidP="005911F8">
      <w:pPr>
        <w:pStyle w:val="Default"/>
        <w:numPr>
          <w:ilvl w:val="0"/>
          <w:numId w:val="1"/>
        </w:numPr>
        <w:rPr>
          <w:rFonts w:ascii="仿宋_GB2312" w:eastAsia="仿宋_GB2312" w:cs="Times New Roman"/>
          <w:color w:val="auto"/>
        </w:rPr>
      </w:pPr>
      <w:r w:rsidRPr="00251A09">
        <w:rPr>
          <w:rFonts w:ascii="仿宋_GB2312" w:eastAsia="仿宋_GB2312" w:cs="Times New Roman" w:hint="eastAsia"/>
          <w:color w:val="auto"/>
        </w:rPr>
        <w:t>其他证明</w:t>
      </w:r>
    </w:p>
    <w:p w:rsidR="00E12617" w:rsidRPr="00D544AF" w:rsidRDefault="00E12617" w:rsidP="006413A1">
      <w:pPr>
        <w:widowControl/>
        <w:jc w:val="left"/>
        <w:rPr>
          <w:rFonts w:ascii="仿宋_GB2312" w:eastAsia="仿宋_GB2312"/>
          <w:sz w:val="24"/>
          <w:szCs w:val="24"/>
        </w:rPr>
      </w:pPr>
    </w:p>
    <w:sectPr w:rsidR="00E12617" w:rsidRPr="00D544AF" w:rsidSect="00607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617" w:rsidRPr="00CC371F" w:rsidRDefault="00E12617" w:rsidP="00CC371F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endnote>
  <w:endnote w:type="continuationSeparator" w:id="0">
    <w:p w:rsidR="00E12617" w:rsidRPr="00CC371F" w:rsidRDefault="00E12617" w:rsidP="00CC371F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617" w:rsidRPr="00CC371F" w:rsidRDefault="00E12617" w:rsidP="00CC371F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separator/>
      </w:r>
    </w:p>
  </w:footnote>
  <w:footnote w:type="continuationSeparator" w:id="0">
    <w:p w:rsidR="00E12617" w:rsidRPr="00CC371F" w:rsidRDefault="00E12617" w:rsidP="00CC371F">
      <w:pPr>
        <w:pStyle w:val="Default"/>
        <w:rPr>
          <w:rFonts w:ascii="Calibri" w:hAnsi="Times New Roman" w:cs="Times New Roman"/>
          <w:color w:val="auto"/>
          <w:kern w:val="2"/>
          <w:sz w:val="21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05A1"/>
    <w:multiLevelType w:val="hybridMultilevel"/>
    <w:tmpl w:val="D21E3DB4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1B3458F"/>
    <w:multiLevelType w:val="hybridMultilevel"/>
    <w:tmpl w:val="29DE7FF2"/>
    <w:lvl w:ilvl="0" w:tplc="5596C69E">
      <w:start w:val="1"/>
      <w:numFmt w:val="japaneseCounting"/>
      <w:lvlText w:val="%1、"/>
      <w:lvlJc w:val="left"/>
      <w:pPr>
        <w:ind w:left="69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abstractNum w:abstractNumId="2">
    <w:nsid w:val="4AF67256"/>
    <w:multiLevelType w:val="hybridMultilevel"/>
    <w:tmpl w:val="0426A766"/>
    <w:lvl w:ilvl="0" w:tplc="E18655EE">
      <w:start w:val="1"/>
      <w:numFmt w:val="decimal"/>
      <w:lvlText w:val="%1．"/>
      <w:lvlJc w:val="left"/>
      <w:pPr>
        <w:ind w:left="46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3">
    <w:nsid w:val="60CE16CB"/>
    <w:multiLevelType w:val="hybridMultilevel"/>
    <w:tmpl w:val="6C02FA36"/>
    <w:lvl w:ilvl="0" w:tplc="CFB03820">
      <w:start w:val="1"/>
      <w:numFmt w:val="decimal"/>
      <w:lvlText w:val="%1、"/>
      <w:lvlJc w:val="left"/>
      <w:pPr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1F8"/>
    <w:rsid w:val="001022C7"/>
    <w:rsid w:val="001321FE"/>
    <w:rsid w:val="0016266C"/>
    <w:rsid w:val="00165957"/>
    <w:rsid w:val="001D1264"/>
    <w:rsid w:val="0023335B"/>
    <w:rsid w:val="00243F5F"/>
    <w:rsid w:val="00251A09"/>
    <w:rsid w:val="00256A0C"/>
    <w:rsid w:val="00312FC3"/>
    <w:rsid w:val="0031451A"/>
    <w:rsid w:val="00324DA4"/>
    <w:rsid w:val="003745AD"/>
    <w:rsid w:val="0038071E"/>
    <w:rsid w:val="00477ED3"/>
    <w:rsid w:val="00486219"/>
    <w:rsid w:val="00487F30"/>
    <w:rsid w:val="00491C4C"/>
    <w:rsid w:val="004C4EC9"/>
    <w:rsid w:val="005911F8"/>
    <w:rsid w:val="005D376C"/>
    <w:rsid w:val="00607425"/>
    <w:rsid w:val="006413A1"/>
    <w:rsid w:val="006633C2"/>
    <w:rsid w:val="006B7FF3"/>
    <w:rsid w:val="006F132C"/>
    <w:rsid w:val="00707457"/>
    <w:rsid w:val="00715C82"/>
    <w:rsid w:val="00734EA3"/>
    <w:rsid w:val="00754F27"/>
    <w:rsid w:val="00782E88"/>
    <w:rsid w:val="0080480B"/>
    <w:rsid w:val="00827390"/>
    <w:rsid w:val="00835C7F"/>
    <w:rsid w:val="008661BA"/>
    <w:rsid w:val="009C1B52"/>
    <w:rsid w:val="009C3331"/>
    <w:rsid w:val="00A44A49"/>
    <w:rsid w:val="00A872E0"/>
    <w:rsid w:val="00B333A7"/>
    <w:rsid w:val="00B7390A"/>
    <w:rsid w:val="00BD03A3"/>
    <w:rsid w:val="00BD5F59"/>
    <w:rsid w:val="00C2038E"/>
    <w:rsid w:val="00C25DA8"/>
    <w:rsid w:val="00CC371F"/>
    <w:rsid w:val="00D544AF"/>
    <w:rsid w:val="00D64EEF"/>
    <w:rsid w:val="00D85D23"/>
    <w:rsid w:val="00DA7753"/>
    <w:rsid w:val="00DD7703"/>
    <w:rsid w:val="00DD7C14"/>
    <w:rsid w:val="00E01E78"/>
    <w:rsid w:val="00E12617"/>
    <w:rsid w:val="00E219EA"/>
    <w:rsid w:val="00E309F5"/>
    <w:rsid w:val="00E71724"/>
    <w:rsid w:val="00EA1D7D"/>
    <w:rsid w:val="00ED0FE0"/>
    <w:rsid w:val="00ED1BF4"/>
    <w:rsid w:val="00FA7457"/>
    <w:rsid w:val="00FC4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A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911F8"/>
    <w:pPr>
      <w:widowControl w:val="0"/>
      <w:autoSpaceDE w:val="0"/>
      <w:autoSpaceDN w:val="0"/>
      <w:adjustRightInd w:val="0"/>
    </w:pPr>
    <w:rPr>
      <w:rFonts w:ascii="宋体" w:cs="宋体"/>
      <w:color w:val="000000"/>
      <w:kern w:val="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911F8"/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5911F8"/>
    <w:pPr>
      <w:spacing w:after="305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5911F8"/>
    <w:pPr>
      <w:spacing w:after="11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911F8"/>
    <w:rPr>
      <w:rFonts w:cs="Times New Roman"/>
      <w:color w:val="auto"/>
    </w:rPr>
  </w:style>
  <w:style w:type="paragraph" w:customStyle="1" w:styleId="CM42">
    <w:name w:val="CM42"/>
    <w:basedOn w:val="Default"/>
    <w:next w:val="Default"/>
    <w:uiPriority w:val="99"/>
    <w:rsid w:val="005911F8"/>
    <w:pPr>
      <w:spacing w:after="23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5911F8"/>
    <w:pPr>
      <w:spacing w:line="396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5911F8"/>
    <w:pPr>
      <w:spacing w:line="400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5911F8"/>
    <w:pPr>
      <w:spacing w:after="788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uiPriority w:val="99"/>
    <w:rsid w:val="005911F8"/>
    <w:pPr>
      <w:spacing w:after="178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5911F8"/>
    <w:pPr>
      <w:spacing w:line="50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5911F8"/>
    <w:rPr>
      <w:rFonts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5911F8"/>
    <w:pPr>
      <w:spacing w:line="466" w:lineRule="atLeast"/>
    </w:pPr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DA775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C37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371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C37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371F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CC371F"/>
    <w:pPr>
      <w:ind w:firstLineChars="200" w:firstLine="420"/>
    </w:pPr>
  </w:style>
  <w:style w:type="paragraph" w:customStyle="1" w:styleId="CM8">
    <w:name w:val="CM8"/>
    <w:basedOn w:val="Default"/>
    <w:next w:val="Default"/>
    <w:uiPriority w:val="99"/>
    <w:rsid w:val="00D544AF"/>
    <w:pPr>
      <w:spacing w:line="46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D544AF"/>
    <w:pPr>
      <w:spacing w:line="468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D544AF"/>
    <w:pPr>
      <w:spacing w:line="46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uiPriority w:val="99"/>
    <w:rsid w:val="00D544AF"/>
    <w:pPr>
      <w:spacing w:after="58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D544AF"/>
    <w:pPr>
      <w:spacing w:line="468" w:lineRule="atLeast"/>
    </w:pPr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204</Words>
  <Characters>1169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上海交通大学科学技术奖推荐书 （发明）</dc:title>
  <dc:subject/>
  <dc:creator>ch</dc:creator>
  <cp:keywords/>
  <dc:description/>
  <cp:lastModifiedBy>User</cp:lastModifiedBy>
  <cp:revision>3</cp:revision>
  <dcterms:created xsi:type="dcterms:W3CDTF">2012-12-13T04:11:00Z</dcterms:created>
  <dcterms:modified xsi:type="dcterms:W3CDTF">2013-05-06T01:34:00Z</dcterms:modified>
</cp:coreProperties>
</file>